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25C0FF" w14:textId="77777777" w:rsidR="006E5D65" w:rsidRPr="00E960BB" w:rsidRDefault="00CD6897" w:rsidP="5A18233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5A18233E">
        <w:rPr>
          <w:rFonts w:ascii="Corbel" w:hAnsi="Corbel"/>
          <w:i/>
          <w:iCs/>
        </w:rPr>
        <w:t xml:space="preserve">Załącznik nr </w:t>
      </w:r>
      <w:r w:rsidR="006F31E2" w:rsidRPr="5A18233E">
        <w:rPr>
          <w:rFonts w:ascii="Corbel" w:hAnsi="Corbel"/>
          <w:i/>
          <w:iCs/>
        </w:rPr>
        <w:t>1.5</w:t>
      </w:r>
      <w:r w:rsidR="00D8678B" w:rsidRPr="5A18233E">
        <w:rPr>
          <w:rFonts w:ascii="Corbel" w:hAnsi="Corbel"/>
          <w:i/>
          <w:iCs/>
        </w:rPr>
        <w:t xml:space="preserve"> do Zarządzenia</w:t>
      </w:r>
      <w:r w:rsidR="002A22BF" w:rsidRPr="5A18233E">
        <w:rPr>
          <w:rFonts w:ascii="Corbel" w:hAnsi="Corbel"/>
          <w:i/>
          <w:iCs/>
        </w:rPr>
        <w:t xml:space="preserve"> Rektora </w:t>
      </w:r>
      <w:proofErr w:type="spellStart"/>
      <w:r w:rsidR="002A22BF" w:rsidRPr="5A18233E">
        <w:rPr>
          <w:rFonts w:ascii="Corbel" w:hAnsi="Corbel"/>
          <w:i/>
          <w:iCs/>
        </w:rPr>
        <w:t>UR</w:t>
      </w:r>
      <w:proofErr w:type="spellEnd"/>
      <w:r w:rsidRPr="5A18233E">
        <w:rPr>
          <w:rFonts w:ascii="Corbel" w:hAnsi="Corbel"/>
          <w:i/>
          <w:iCs/>
        </w:rPr>
        <w:t xml:space="preserve"> nr </w:t>
      </w:r>
      <w:r w:rsidR="00F17567" w:rsidRPr="5A18233E">
        <w:rPr>
          <w:rFonts w:ascii="Corbel" w:hAnsi="Corbel"/>
          <w:i/>
          <w:iCs/>
        </w:rPr>
        <w:t>12/2019</w:t>
      </w: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7FD4601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202</w:t>
      </w:r>
      <w:r w:rsidR="0028768D">
        <w:rPr>
          <w:rFonts w:ascii="Corbel" w:hAnsi="Corbel"/>
          <w:b/>
          <w:smallCaps/>
          <w:sz w:val="24"/>
          <w:szCs w:val="24"/>
        </w:rPr>
        <w:t>1</w:t>
      </w:r>
      <w:r w:rsidR="000A4289">
        <w:rPr>
          <w:rFonts w:ascii="Corbel" w:hAnsi="Corbel"/>
          <w:b/>
          <w:smallCaps/>
          <w:sz w:val="24"/>
          <w:szCs w:val="24"/>
        </w:rPr>
        <w:t>-202</w:t>
      </w:r>
      <w:r w:rsidR="0028768D">
        <w:rPr>
          <w:rFonts w:ascii="Corbel" w:hAnsi="Corbel"/>
          <w:b/>
          <w:smallCaps/>
          <w:sz w:val="24"/>
          <w:szCs w:val="24"/>
        </w:rPr>
        <w:t>4</w:t>
      </w:r>
    </w:p>
    <w:p w14:paraId="0E25C104" w14:textId="522A4B82" w:rsidR="00445970" w:rsidRPr="00EA4832" w:rsidRDefault="00445970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28768D">
        <w:rPr>
          <w:rFonts w:ascii="Corbel" w:hAnsi="Corbel"/>
          <w:sz w:val="20"/>
          <w:szCs w:val="20"/>
        </w:rPr>
        <w:t>3</w:t>
      </w:r>
      <w:r w:rsidR="00E6001F">
        <w:rPr>
          <w:rFonts w:ascii="Corbel" w:hAnsi="Corbel"/>
          <w:sz w:val="20"/>
          <w:szCs w:val="20"/>
        </w:rPr>
        <w:t>/202</w:t>
      </w:r>
      <w:r w:rsidR="0028768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00B819C8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00B819C8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27157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27157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9C54AE" w14:paraId="0E25C10F" w14:textId="77777777" w:rsidTr="00B819C8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00B819C8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00B819C8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00B819C8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00B819C8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E25C11E" w14:textId="77777777" w:rsidTr="00B819C8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635D73BB" w:rsidR="0085747A" w:rsidRPr="004F1831" w:rsidRDefault="004F1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3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E25C121" w14:textId="77777777" w:rsidTr="00B819C8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00B819C8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00B819C8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00B819C8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619F73ED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0E25C12D" w14:textId="77777777" w:rsidTr="00B819C8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1FD80A0B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5A18233E">
        <w:rPr>
          <w:rFonts w:ascii="Corbel" w:hAnsi="Corbel"/>
          <w:sz w:val="24"/>
          <w:szCs w:val="24"/>
        </w:rPr>
        <w:t>ECTS</w:t>
      </w:r>
      <w:proofErr w:type="spellEnd"/>
      <w:r w:rsidRPr="5A18233E">
        <w:rPr>
          <w:rFonts w:ascii="Corbel" w:hAnsi="Corbel"/>
          <w:sz w:val="24"/>
          <w:szCs w:val="24"/>
        </w:rPr>
        <w:t xml:space="preserve">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0FD22DEE" w:rsidR="00015B8F" w:rsidRPr="009C54AE" w:rsidRDefault="004F1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5791DB89" w:rsidR="00015B8F" w:rsidRPr="009C54AE" w:rsidRDefault="004F1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0FA7C497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77777777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6ADC1448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>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0E25C15A" w14:textId="3DE0D9F7" w:rsidR="00E22FBC" w:rsidRPr="009C54AE" w:rsidRDefault="002010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E22FBC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E25C1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0E25C1A0" w14:textId="1DC7637C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3FB60D40" w:rsidR="0085747A" w:rsidRPr="009C54AE" w:rsidRDefault="004F183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6B2B6BB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84DA" w14:textId="193D9C56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F1831">
              <w:rPr>
                <w:rFonts w:ascii="Corbel" w:hAnsi="Corbel"/>
                <w:sz w:val="24"/>
                <w:szCs w:val="24"/>
              </w:rPr>
              <w:t>2</w:t>
            </w:r>
          </w:p>
          <w:p w14:paraId="409868C0" w14:textId="3CBFFF5D" w:rsidR="004E236B" w:rsidRDefault="004F183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E25C1CD" w14:textId="11AC1262" w:rsidR="004E236B" w:rsidRPr="009C54AE" w:rsidRDefault="004F183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Throsby</w:t>
            </w:r>
            <w:proofErr w:type="spellEnd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Karwińska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(2016) “Kultura i rynek – relacja konfliktu czy symbiozy?” Roczniki Kulturoznawcze.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Annals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Studies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Creativity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Economy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–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as a Determinant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Development”.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the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Ukraine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the World: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State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Trends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Development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Prospects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Proceedings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XVI International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Scientific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Practical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Conference on the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Occasion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Day of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Kyiv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Information and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Analytical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Agency</w:t>
            </w:r>
            <w:proofErr w:type="spellEnd"/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229-237.</w:t>
            </w:r>
          </w:p>
          <w:p w14:paraId="2F7E87C9" w14:textId="7FDE700C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Ilczuk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</w:t>
            </w: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</w:t>
            </w:r>
            <w:proofErr w:type="spellStart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R.G</w:t>
            </w:r>
            <w:proofErr w:type="spellEnd"/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28CC7361" w:rsidR="00250850" w:rsidRPr="009C54AE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6E7BF" w14:textId="77777777" w:rsidR="001A4BE8" w:rsidRDefault="001A4BE8" w:rsidP="00C16ABF">
      <w:pPr>
        <w:spacing w:after="0" w:line="240" w:lineRule="auto"/>
      </w:pPr>
      <w:r>
        <w:separator/>
      </w:r>
    </w:p>
  </w:endnote>
  <w:endnote w:type="continuationSeparator" w:id="0">
    <w:p w14:paraId="67CFE13A" w14:textId="77777777" w:rsidR="001A4BE8" w:rsidRDefault="001A4B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9B543" w14:textId="77777777" w:rsidR="001A4BE8" w:rsidRDefault="001A4BE8" w:rsidP="00C16ABF">
      <w:pPr>
        <w:spacing w:after="0" w:line="240" w:lineRule="auto"/>
      </w:pPr>
      <w:r>
        <w:separator/>
      </w:r>
    </w:p>
  </w:footnote>
  <w:footnote w:type="continuationSeparator" w:id="0">
    <w:p w14:paraId="745F25D4" w14:textId="77777777" w:rsidR="001A4BE8" w:rsidRDefault="001A4BE8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4BE8"/>
    <w:rsid w:val="001A70D2"/>
    <w:rsid w:val="001C4F8A"/>
    <w:rsid w:val="001D657B"/>
    <w:rsid w:val="001D7B54"/>
    <w:rsid w:val="001E0209"/>
    <w:rsid w:val="001F2CA2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753F0"/>
    <w:rsid w:val="00281FF2"/>
    <w:rsid w:val="002857DE"/>
    <w:rsid w:val="0028768D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1831"/>
    <w:rsid w:val="004F27D1"/>
    <w:rsid w:val="004F55A3"/>
    <w:rsid w:val="0050496F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66D8E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EB91F5A"/>
    <w:rsid w:val="6F8F8548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48C600-6FFC-457A-AD7A-DCB9DA5FB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200966-AA14-4FC8-BF08-C35F8C6A7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1073</Words>
  <Characters>6442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2020-11-16T16:28:00Z</dcterms:created>
  <dcterms:modified xsi:type="dcterms:W3CDTF">2021-09-03T09:20:00Z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